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94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7AF96C" w14:textId="3BB3A3E5" w:rsidR="0085747A" w:rsidRDefault="0071620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4D8F">
        <w:rPr>
          <w:rFonts w:ascii="Corbel" w:hAnsi="Corbel"/>
          <w:b/>
          <w:bCs/>
          <w:iCs/>
          <w:smallCaps/>
          <w:sz w:val="24"/>
          <w:szCs w:val="24"/>
        </w:rPr>
        <w:t>2020-2023</w:t>
      </w:r>
    </w:p>
    <w:p w14:paraId="15BFA87C" w14:textId="3E37E600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037EFE">
        <w:rPr>
          <w:rFonts w:ascii="Corbel" w:hAnsi="Corbel"/>
          <w:sz w:val="20"/>
          <w:szCs w:val="20"/>
        </w:rPr>
        <w:t>1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037EFE">
        <w:rPr>
          <w:rFonts w:ascii="Corbel" w:hAnsi="Corbel"/>
          <w:sz w:val="20"/>
          <w:szCs w:val="20"/>
        </w:rPr>
        <w:t>2</w:t>
      </w:r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5090E998" w:rsidR="000E1E9B" w:rsidRPr="009C54AE" w:rsidRDefault="003211FF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17B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42C7B4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1E269AE2" w:rsidR="00015B8F" w:rsidRPr="009C54AE" w:rsidRDefault="00D40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0B80B174" w:rsidR="00015B8F" w:rsidRPr="009C54AE" w:rsidRDefault="00D40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0C3A7805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944"/>
        <w:gridCol w:w="225"/>
        <w:gridCol w:w="225"/>
        <w:gridCol w:w="111"/>
        <w:gridCol w:w="111"/>
        <w:gridCol w:w="2314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Charakteryzuje rolę gospodarstwa domowego w systemie gospodarki narodowej,  wymienia  determinanty i prawidłowości jego zachowań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Jest gotów do: uznawania znaczenia wiedzy w rozwiązywaniu problemów mikroekonomicznych oraz prezentowania aktywnej postawy wobec zmian uwarunkowań społeczno-ekonomicznych, a także przedsiębiorczego myślenia i działania na poziomie 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Determinanty zachowań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Paradoksy zachowań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2E639571" w:rsidR="0085747A" w:rsidRPr="009C54AE" w:rsidRDefault="00D40C20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2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2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226037AD" w:rsidR="00C61DC5" w:rsidRPr="009C54AE" w:rsidRDefault="00D40C20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412500CB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B42D5A" w14:textId="439C47AF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Finanse osobiste : kompetencje, narzędzia, instytucje, produkty, decyzje, red. nauk. R. Milic-Czerniak, Difin,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DB66A" w14:textId="77777777" w:rsidR="00E674BD" w:rsidRDefault="00E674BD" w:rsidP="00C16ABF">
      <w:pPr>
        <w:spacing w:after="0" w:line="240" w:lineRule="auto"/>
      </w:pPr>
      <w:r>
        <w:separator/>
      </w:r>
    </w:p>
  </w:endnote>
  <w:endnote w:type="continuationSeparator" w:id="0">
    <w:p w14:paraId="02BD5B0B" w14:textId="77777777" w:rsidR="00E674BD" w:rsidRDefault="00E674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C6698" w14:textId="77777777" w:rsidR="00E674BD" w:rsidRDefault="00E674BD" w:rsidP="00C16ABF">
      <w:pPr>
        <w:spacing w:after="0" w:line="240" w:lineRule="auto"/>
      </w:pPr>
      <w:r>
        <w:separator/>
      </w:r>
    </w:p>
  </w:footnote>
  <w:footnote w:type="continuationSeparator" w:id="0">
    <w:p w14:paraId="68BE151E" w14:textId="77777777" w:rsidR="00E674BD" w:rsidRDefault="00E674BD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211FF"/>
    <w:rsid w:val="003343CF"/>
    <w:rsid w:val="00346FE9"/>
    <w:rsid w:val="0034759A"/>
    <w:rsid w:val="003503F6"/>
    <w:rsid w:val="003530DD"/>
    <w:rsid w:val="00363F78"/>
    <w:rsid w:val="003A0A5B"/>
    <w:rsid w:val="003A1176"/>
    <w:rsid w:val="003B10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E61"/>
    <w:rsid w:val="004D5282"/>
    <w:rsid w:val="004D7BC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3BC"/>
    <w:rsid w:val="005F5902"/>
    <w:rsid w:val="0061029B"/>
    <w:rsid w:val="00617230"/>
    <w:rsid w:val="00621CE1"/>
    <w:rsid w:val="00627FC9"/>
    <w:rsid w:val="00634A73"/>
    <w:rsid w:val="00647FA8"/>
    <w:rsid w:val="00650C5F"/>
    <w:rsid w:val="00654934"/>
    <w:rsid w:val="006620D9"/>
    <w:rsid w:val="00671958"/>
    <w:rsid w:val="00675843"/>
    <w:rsid w:val="00696477"/>
    <w:rsid w:val="006C0C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7B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C20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674B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B92C44-2544-485F-AD4F-94BA66E579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D495A5-33DB-4E04-AD3E-AE5127BCBE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1232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2020-10-22T19:57:00Z</dcterms:created>
  <dcterms:modified xsi:type="dcterms:W3CDTF">2021-11-03T05:07:00Z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